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0BB45" w14:textId="5116032E" w:rsidR="00413E5D" w:rsidRPr="00561165" w:rsidRDefault="00A73C81" w:rsidP="00413E5D">
      <w:pPr>
        <w:pStyle w:val="Nadpis1"/>
        <w:rPr>
          <w:sz w:val="32"/>
          <w:szCs w:val="32"/>
        </w:rPr>
      </w:pPr>
      <w:r w:rsidRPr="00A73C81">
        <w:rPr>
          <w:sz w:val="32"/>
          <w:szCs w:val="32"/>
        </w:rPr>
        <w:t>Specifikace předmětu veřejné zakázky – technické podmínky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5E4B3BE2" w14:textId="5F802E5D" w:rsidR="00A05EDD" w:rsidRPr="0081206E" w:rsidRDefault="00413E5D" w:rsidP="00A05EDD">
      <w:pPr>
        <w:pStyle w:val="Odstavecseseznamem"/>
        <w:numPr>
          <w:ilvl w:val="0"/>
          <w:numId w:val="11"/>
        </w:numPr>
        <w:jc w:val="both"/>
      </w:pPr>
      <w:r w:rsidRPr="0008575D">
        <w:t>Základním požadavkem akce:</w:t>
      </w:r>
      <w:r w:rsidR="00546B90">
        <w:t xml:space="preserve"> </w:t>
      </w:r>
      <w:r w:rsidR="00C4474E" w:rsidRPr="00C4474E">
        <w:rPr>
          <w:b/>
        </w:rPr>
        <w:t>Skladový kontejner včetně elektroinstalace</w:t>
      </w:r>
      <w:r w:rsidR="0006713A">
        <w:rPr>
          <w:b/>
        </w:rPr>
        <w:t xml:space="preserve"> </w:t>
      </w:r>
      <w:r w:rsidR="00A05EDD" w:rsidRPr="0008575D">
        <w:t xml:space="preserve">je nákup </w:t>
      </w:r>
      <w:r w:rsidR="0006713A">
        <w:t>kontejnerů</w:t>
      </w:r>
      <w:r w:rsidR="00A05EDD" w:rsidRPr="0008575D">
        <w:t xml:space="preserve"> určených pro potřebu správy tratí při </w:t>
      </w:r>
      <w:r w:rsidR="00A05EDD" w:rsidRPr="0081206E">
        <w:t xml:space="preserve">údržbě </w:t>
      </w:r>
      <w:r w:rsidR="00A05EDD">
        <w:t>železničního svršku</w:t>
      </w:r>
      <w:r w:rsidR="0006713A">
        <w:t>,</w:t>
      </w:r>
      <w:r w:rsidR="00A05EDD">
        <w:t xml:space="preserve"> spodku</w:t>
      </w:r>
      <w:r w:rsidR="0006713A">
        <w:t xml:space="preserve"> </w:t>
      </w:r>
      <w:r w:rsidR="00A05EDD" w:rsidRPr="0081206E">
        <w:t>za účelem zajištění provozuschopnosti železniční infrastruktury zadavatele.</w:t>
      </w:r>
    </w:p>
    <w:p w14:paraId="07453F39" w14:textId="77777777" w:rsidR="00A05EDD" w:rsidRPr="0081206E" w:rsidRDefault="00A05EDD" w:rsidP="00A05EDD">
      <w:pPr>
        <w:pStyle w:val="Odstavecseseznamem"/>
        <w:numPr>
          <w:ilvl w:val="0"/>
          <w:numId w:val="11"/>
        </w:numPr>
        <w:jc w:val="both"/>
      </w:pPr>
      <w:r w:rsidRPr="0081206E">
        <w:t xml:space="preserve">Nabízené (dodávané) </w:t>
      </w:r>
      <w:r>
        <w:t>výrobky</w:t>
      </w:r>
      <w:r w:rsidRPr="0081206E">
        <w:t xml:space="preserve"> požaduje zadavatel zakázky nové a nepoužité. Nepřipouští se nabídka použitých, případně „předváděcích“ </w:t>
      </w:r>
      <w:r>
        <w:t>výrobků</w:t>
      </w:r>
      <w:r w:rsidRPr="0081206E">
        <w:t>“.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7420CE41" w14:textId="102B3217" w:rsidR="00A05EDD" w:rsidRDefault="00960584" w:rsidP="00A05EDD">
      <w:pPr>
        <w:pStyle w:val="Odstavecseseznamem"/>
        <w:numPr>
          <w:ilvl w:val="0"/>
          <w:numId w:val="10"/>
        </w:numPr>
        <w:jc w:val="both"/>
      </w:pPr>
      <w:r>
        <w:t>4</w:t>
      </w:r>
      <w:r w:rsidR="00A05EDD" w:rsidRPr="00612482">
        <w:t xml:space="preserve">x </w:t>
      </w:r>
      <w:r w:rsidR="00C43F3C">
        <w:t>Skladový kontejner</w:t>
      </w:r>
      <w:r w:rsidR="00A05EDD">
        <w:t xml:space="preserve"> s </w:t>
      </w:r>
      <w:r w:rsidR="00A05EDD" w:rsidRPr="00A05EDD">
        <w:t>pevnou ocelovou podlahou 20"/32 m3</w:t>
      </w:r>
      <w:r w:rsidR="001C4D13">
        <w:t xml:space="preserve"> včetně elektroinstalace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579C7619" w:rsidR="005702D6" w:rsidRPr="00A73C81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</w:t>
      </w:r>
      <w:r w:rsidR="000A290F" w:rsidRPr="00A73C81">
        <w:t xml:space="preserve">list </w:t>
      </w:r>
      <w:r w:rsidR="004D061B" w:rsidRPr="00A73C81">
        <w:t>výrobků</w:t>
      </w:r>
    </w:p>
    <w:p w14:paraId="5624021F" w14:textId="60BA9CEA" w:rsidR="005702D6" w:rsidRPr="00A73C81" w:rsidRDefault="005702D6" w:rsidP="005702D6">
      <w:pPr>
        <w:pStyle w:val="Odstavecseseznamem"/>
        <w:numPr>
          <w:ilvl w:val="0"/>
          <w:numId w:val="12"/>
        </w:numPr>
      </w:pPr>
      <w:r w:rsidRPr="00A73C81">
        <w:t>Návod k</w:t>
      </w:r>
      <w:r w:rsidR="00306842" w:rsidRPr="00A73C81">
        <w:t> použití,</w:t>
      </w:r>
      <w:r w:rsidR="001B1147" w:rsidRPr="00A73C81">
        <w:t xml:space="preserve"> údržbě a</w:t>
      </w:r>
      <w:r w:rsidR="000A290F" w:rsidRPr="00A73C81">
        <w:t xml:space="preserve"> obsluze</w:t>
      </w:r>
      <w:r w:rsidR="001B1147" w:rsidRPr="00A73C81">
        <w:t xml:space="preserve"> </w:t>
      </w:r>
      <w:r w:rsidR="003B6755" w:rsidRPr="00A73C81">
        <w:t xml:space="preserve">zařízení </w:t>
      </w:r>
      <w:r w:rsidR="00D6071C" w:rsidRPr="00A73C81">
        <w:t>v českém jazyce</w:t>
      </w:r>
    </w:p>
    <w:p w14:paraId="5BFD6245" w14:textId="226B21F5" w:rsidR="005702D6" w:rsidRPr="00A73C81" w:rsidRDefault="00306842" w:rsidP="005702D6">
      <w:pPr>
        <w:pStyle w:val="Odstavecseseznamem"/>
        <w:numPr>
          <w:ilvl w:val="0"/>
          <w:numId w:val="12"/>
        </w:numPr>
      </w:pPr>
      <w:r w:rsidRPr="00A73C81">
        <w:t xml:space="preserve">Záruka na jakost po dobu minimálně </w:t>
      </w:r>
      <w:r w:rsidR="00A73C81" w:rsidRPr="00A73C81">
        <w:t>24</w:t>
      </w:r>
      <w:r w:rsidRPr="00A73C81">
        <w:t xml:space="preserve"> měsíců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72EB43AB" w14:textId="1A2D270D" w:rsidR="00C43F3C" w:rsidRPr="007A6361" w:rsidRDefault="00C43F3C" w:rsidP="00C43F3C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A05EDD">
        <w:t xml:space="preserve">Dodavatel doplní v úvodu </w:t>
      </w:r>
      <w:r w:rsidRPr="000A1D9B">
        <w:rPr>
          <w:b/>
          <w:bCs/>
        </w:rPr>
        <w:t>model (typ) výrobku</w:t>
      </w:r>
      <w:r w:rsidR="00A73C81">
        <w:rPr>
          <w:b/>
          <w:bCs/>
        </w:rPr>
        <w:t>.</w:t>
      </w:r>
    </w:p>
    <w:p w14:paraId="40AF3DE1" w14:textId="7A948453" w:rsidR="00A73C81" w:rsidRPr="00344916" w:rsidRDefault="00A73C81" w:rsidP="00A73C81">
      <w:pPr>
        <w:pStyle w:val="Odstavecseseznamem"/>
        <w:numPr>
          <w:ilvl w:val="0"/>
          <w:numId w:val="13"/>
        </w:numPr>
        <w:spacing w:after="0"/>
        <w:ind w:left="1066" w:hanging="357"/>
        <w:contextualSpacing w:val="0"/>
        <w:jc w:val="both"/>
      </w:pPr>
      <w:r w:rsidRPr="00344916">
        <w:t xml:space="preserve">Dodavatel uvede </w:t>
      </w:r>
      <w:r w:rsidRPr="00344916">
        <w:rPr>
          <w:b/>
          <w:bCs/>
        </w:rPr>
        <w:t>u číselných hodnot přesnou hodnotu, u ostatních údajů</w:t>
      </w:r>
      <w:r w:rsidRPr="00344916">
        <w:t xml:space="preserve"> uchazeč uvede </w:t>
      </w:r>
      <w:r w:rsidRPr="00344916">
        <w:rPr>
          <w:b/>
          <w:bCs/>
        </w:rPr>
        <w:t>ANO/NE</w:t>
      </w:r>
      <w:r w:rsidRPr="00344916">
        <w:t>, zda splňuje / nesplňuje požadavek zadavatele, případně doplní požadovanou informaci</w:t>
      </w:r>
      <w:r>
        <w:t>.</w:t>
      </w:r>
    </w:p>
    <w:p w14:paraId="1B1E87C4" w14:textId="1DE5B722" w:rsidR="00C43F3C" w:rsidRPr="00E03547" w:rsidRDefault="00A73C81" w:rsidP="00A73C81">
      <w:pPr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344916">
        <w:t>Uvedené parametry a výbava případně další požadavky jsou minimálními požadavky zadavatele, jejich nesplnění (nižší hodnota, nebo odpověď NE) je nesplněním zadávacích podmínek</w:t>
      </w:r>
      <w:r w:rsidR="00C43F3C" w:rsidRPr="00C233B5">
        <w:t>.</w:t>
      </w:r>
    </w:p>
    <w:p w14:paraId="7D4B2518" w14:textId="36792C03" w:rsidR="00C43F3C" w:rsidRPr="000138AA" w:rsidRDefault="00C43F3C" w:rsidP="00C43F3C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 xml:space="preserve">V případě požadavku na více než 1ks u stejného výrobku (viz oddíl 2 Specifikace) musí model (typ) výrobku být totožný pro všechny požadované kusy. 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4DD319D" w14:textId="77777777" w:rsidR="004D2143" w:rsidRDefault="004D2143" w:rsidP="00EB2B45">
      <w:pPr>
        <w:jc w:val="both"/>
        <w:rPr>
          <w:b/>
        </w:rPr>
      </w:pPr>
    </w:p>
    <w:p w14:paraId="6A5C723E" w14:textId="2B1E20A7" w:rsidR="00984503" w:rsidRDefault="00984503" w:rsidP="00EB2B45">
      <w:pPr>
        <w:jc w:val="both"/>
        <w:rPr>
          <w:b/>
        </w:rPr>
      </w:pPr>
    </w:p>
    <w:p w14:paraId="3DD76229" w14:textId="187D77CE" w:rsidR="00984503" w:rsidRDefault="00984503" w:rsidP="00EB2B45">
      <w:pPr>
        <w:jc w:val="both"/>
        <w:rPr>
          <w:b/>
        </w:rPr>
      </w:pPr>
    </w:p>
    <w:p w14:paraId="2069E6A4" w14:textId="19C1DC06" w:rsidR="00324295" w:rsidRDefault="00324295" w:rsidP="00EB2B45">
      <w:pPr>
        <w:jc w:val="both"/>
        <w:rPr>
          <w:b/>
        </w:rPr>
      </w:pPr>
    </w:p>
    <w:p w14:paraId="3D229FBB" w14:textId="77777777" w:rsidR="00324295" w:rsidRDefault="00324295" w:rsidP="00EB2B45">
      <w:pPr>
        <w:jc w:val="both"/>
        <w:rPr>
          <w:b/>
        </w:rPr>
      </w:pPr>
    </w:p>
    <w:p w14:paraId="15C3C2D8" w14:textId="166E468E" w:rsidR="00984503" w:rsidRDefault="00984503" w:rsidP="00EB2B45">
      <w:pPr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X="-147" w:tblpY="1876"/>
        <w:tblW w:w="9654" w:type="dxa"/>
        <w:tblLook w:val="04A0" w:firstRow="1" w:lastRow="0" w:firstColumn="1" w:lastColumn="0" w:noHBand="0" w:noVBand="1"/>
      </w:tblPr>
      <w:tblGrid>
        <w:gridCol w:w="4957"/>
        <w:gridCol w:w="1777"/>
        <w:gridCol w:w="2920"/>
      </w:tblGrid>
      <w:tr w:rsidR="00852279" w:rsidRPr="004D2143" w14:paraId="714768B8" w14:textId="77777777" w:rsidTr="00687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shd w:val="clear" w:color="auto" w:fill="002B59"/>
            <w:vAlign w:val="center"/>
            <w:hideMark/>
          </w:tcPr>
          <w:p w14:paraId="771AE2ED" w14:textId="148DDF83" w:rsidR="00852279" w:rsidRPr="00A70527" w:rsidRDefault="00C4474E" w:rsidP="00EF158D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C4474E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>Skladový kontejner včetně elektroinstalace</w:t>
            </w:r>
          </w:p>
        </w:tc>
        <w:tc>
          <w:tcPr>
            <w:tcW w:w="1777" w:type="dxa"/>
            <w:shd w:val="clear" w:color="auto" w:fill="002B59"/>
            <w:vAlign w:val="center"/>
            <w:hideMark/>
          </w:tcPr>
          <w:p w14:paraId="5D808546" w14:textId="77777777" w:rsidR="00852279" w:rsidRPr="00687FDB" w:rsidRDefault="00852279" w:rsidP="00EF15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687FDB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920" w:type="dxa"/>
            <w:shd w:val="clear" w:color="auto" w:fill="002B59"/>
            <w:vAlign w:val="center"/>
            <w:hideMark/>
          </w:tcPr>
          <w:p w14:paraId="2685ACEB" w14:textId="4B988270" w:rsidR="00852279" w:rsidRPr="00687FDB" w:rsidRDefault="00852279" w:rsidP="00EF15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687FDB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A05EDD" w:rsidRPr="00687FDB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V</w:t>
            </w:r>
            <w:r w:rsidR="00EF158D" w:rsidRPr="00687FDB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Ý</w:t>
            </w:r>
            <w:r w:rsidR="00A05EDD" w:rsidRPr="00687FDB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ROBKU</w:t>
            </w:r>
            <w:r w:rsidRPr="00687FDB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 xml:space="preserve"> (</w:t>
            </w:r>
            <w:r w:rsidR="00C43F3C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účastník vyplní požadované hodnoty</w:t>
            </w:r>
            <w:r w:rsidRPr="00687FDB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)</w:t>
            </w:r>
          </w:p>
        </w:tc>
      </w:tr>
      <w:tr w:rsidR="00687FDB" w:rsidRPr="004D2143" w14:paraId="099C06FA" w14:textId="77777777" w:rsidTr="00687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shd w:val="clear" w:color="auto" w:fill="FF5200"/>
            <w:noWrap/>
            <w:vAlign w:val="center"/>
            <w:hideMark/>
          </w:tcPr>
          <w:p w14:paraId="5B894145" w14:textId="5995B538" w:rsidR="00687FDB" w:rsidRPr="004D2143" w:rsidRDefault="00687FDB" w:rsidP="00687FDB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Ý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VÝROBEK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77" w:type="dxa"/>
            <w:shd w:val="clear" w:color="auto" w:fill="FF5200"/>
            <w:vAlign w:val="center"/>
            <w:hideMark/>
          </w:tcPr>
          <w:p w14:paraId="3B99D998" w14:textId="77777777" w:rsidR="00687FDB" w:rsidRPr="004D2143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20" w:type="dxa"/>
            <w:shd w:val="clear" w:color="auto" w:fill="FF5200"/>
            <w:noWrap/>
            <w:vAlign w:val="center"/>
            <w:hideMark/>
          </w:tcPr>
          <w:p w14:paraId="183D7AC8" w14:textId="05F720EB" w:rsidR="00687FDB" w:rsidRPr="004D2143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138AA">
              <w:rPr>
                <w:b/>
              </w:rPr>
              <w:t>"[</w:t>
            </w:r>
            <w:r w:rsidRPr="000138AA">
              <w:rPr>
                <w:b/>
                <w:highlight w:val="yellow"/>
              </w:rPr>
              <w:t>VLOŽÍ PRODÁVAJÍCÍ</w:t>
            </w:r>
            <w:r w:rsidRPr="000138AA">
              <w:rPr>
                <w:b/>
              </w:rPr>
              <w:t>]"</w:t>
            </w:r>
          </w:p>
        </w:tc>
      </w:tr>
      <w:tr w:rsidR="00687FDB" w:rsidRPr="004D2143" w14:paraId="4F51BBFF" w14:textId="77777777" w:rsidTr="00687FD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41C460C3" w14:textId="0AE3C654" w:rsidR="00687FDB" w:rsidRPr="00E01D20" w:rsidRDefault="00687FDB" w:rsidP="00687FDB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VNITŘNÍ ROZMĚR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min.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>589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5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x 234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0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x 237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5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mm</w:t>
            </w:r>
          </w:p>
        </w:tc>
        <w:tc>
          <w:tcPr>
            <w:tcW w:w="1777" w:type="dxa"/>
            <w:noWrap/>
            <w:vAlign w:val="center"/>
            <w:hideMark/>
          </w:tcPr>
          <w:p w14:paraId="25C0FEAB" w14:textId="1DD0E4BC" w:rsidR="00687FDB" w:rsidRPr="00E01D20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77F6BA30" w14:textId="74B67E7B" w:rsidR="00687FDB" w:rsidRPr="007A4A7E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4BE8F5BD" w14:textId="77777777" w:rsidTr="00687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6B0C88EE" w14:textId="4314AAA8" w:rsidR="00687FDB" w:rsidRPr="00E01D20" w:rsidRDefault="00687FDB" w:rsidP="00687FD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27441F">
              <w:t>VNĚJŠÍ ROZMĚR</w:t>
            </w:r>
            <w:r w:rsidRPr="00E01D20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 xml:space="preserve"> m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in</w:t>
            </w:r>
            <w:r w:rsidRPr="00E01D20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.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 xml:space="preserve"> 605</w:t>
            </w:r>
            <w:r w:rsidRPr="002017D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5 x 2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43</w:t>
            </w:r>
            <w:r w:rsidRPr="002017D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0 x 2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590</w:t>
            </w:r>
            <w:r w:rsidRPr="002017D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 xml:space="preserve"> mm</w:t>
            </w:r>
          </w:p>
        </w:tc>
        <w:tc>
          <w:tcPr>
            <w:tcW w:w="1777" w:type="dxa"/>
            <w:noWrap/>
            <w:vAlign w:val="center"/>
            <w:hideMark/>
          </w:tcPr>
          <w:p w14:paraId="5AEDF4D7" w14:textId="526480CF" w:rsidR="00687FDB" w:rsidRPr="00E01D20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75D6C8F9" w14:textId="181F3958" w:rsidR="00687FDB" w:rsidRPr="009D4B1C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2A4E97F2" w14:textId="77777777" w:rsidTr="00687FD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16569DCE" w14:textId="042CDB11" w:rsidR="00687FDB" w:rsidRPr="0027441F" w:rsidRDefault="00687FDB" w:rsidP="00687FDB">
            <w:r>
              <w:t>RÁMOVÁ KONSTRUKCE – OHÝBANÝ PROFIL</w:t>
            </w:r>
          </w:p>
        </w:tc>
        <w:tc>
          <w:tcPr>
            <w:tcW w:w="1777" w:type="dxa"/>
            <w:noWrap/>
            <w:vAlign w:val="center"/>
          </w:tcPr>
          <w:p w14:paraId="13F0AAE6" w14:textId="47FBB263" w:rsidR="00687FDB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</w:tcPr>
          <w:p w14:paraId="12D902D6" w14:textId="00E7948D" w:rsidR="00687FDB" w:rsidRPr="009D4B1C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14B2805C" w14:textId="77777777" w:rsidTr="00687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4328221C" w14:textId="089626B1" w:rsidR="00687FDB" w:rsidRPr="00E01D20" w:rsidRDefault="00687FDB" w:rsidP="00687FD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BARVA RAL5010 MODRÁ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</w:t>
            </w:r>
          </w:p>
        </w:tc>
        <w:tc>
          <w:tcPr>
            <w:tcW w:w="1777" w:type="dxa"/>
            <w:noWrap/>
            <w:vAlign w:val="center"/>
            <w:hideMark/>
          </w:tcPr>
          <w:p w14:paraId="75B16CD4" w14:textId="629E1842" w:rsidR="00687FDB" w:rsidRPr="00E01D20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32A8E6FF" w14:textId="4F3AA5CF" w:rsidR="00687FDB" w:rsidRPr="009D4B1C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5D2C3105" w14:textId="77777777" w:rsidTr="00687FD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3C629B70" w14:textId="0746A7B0" w:rsidR="00687FDB" w:rsidRDefault="00687FDB" w:rsidP="00687FD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POVRCHOVÁ ÚPRAVA – 1 ZÁKLAD a 2 VNĚJŠÍ</w:t>
            </w:r>
          </w:p>
        </w:tc>
        <w:tc>
          <w:tcPr>
            <w:tcW w:w="1777" w:type="dxa"/>
            <w:noWrap/>
            <w:vAlign w:val="center"/>
          </w:tcPr>
          <w:p w14:paraId="2DF1E517" w14:textId="46F3A98B" w:rsidR="00687FDB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</w:tcPr>
          <w:p w14:paraId="33EE6F2F" w14:textId="17F7E612" w:rsidR="00687FDB" w:rsidRPr="009D4B1C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779893F6" w14:textId="77777777" w:rsidTr="00687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Align w:val="center"/>
            <w:hideMark/>
          </w:tcPr>
          <w:p w14:paraId="1EF2F3FC" w14:textId="0AC54648" w:rsidR="00687FDB" w:rsidRPr="00E01D20" w:rsidRDefault="00687FDB" w:rsidP="00687FD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hAnsi="Verdana"/>
                <w:bCs w:val="0"/>
              </w:rPr>
              <w:t>PODLAHA – RÝHOVANÝ PLECH O SÍLE</w:t>
            </w:r>
            <w:r w:rsidRPr="00E01D20">
              <w:rPr>
                <w:rFonts w:ascii="Verdana" w:hAnsi="Verdana"/>
                <w:bCs w:val="0"/>
              </w:rPr>
              <w:t xml:space="preserve"> min.</w:t>
            </w:r>
          </w:p>
        </w:tc>
        <w:tc>
          <w:tcPr>
            <w:tcW w:w="1777" w:type="dxa"/>
            <w:noWrap/>
            <w:vAlign w:val="center"/>
            <w:hideMark/>
          </w:tcPr>
          <w:p w14:paraId="6986C49D" w14:textId="2F8F4A0C" w:rsidR="00687FDB" w:rsidRPr="00E01D20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hAnsi="Verdana"/>
                <w:b/>
              </w:rPr>
              <w:t>4</w:t>
            </w:r>
            <w:r w:rsidRPr="00E01D20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</w:t>
            </w:r>
            <w:r w:rsidRPr="00E01D20">
              <w:rPr>
                <w:rFonts w:ascii="Verdana" w:hAnsi="Verdana"/>
                <w:b/>
              </w:rPr>
              <w:t>m</w:t>
            </w:r>
          </w:p>
        </w:tc>
        <w:tc>
          <w:tcPr>
            <w:tcW w:w="2920" w:type="dxa"/>
            <w:noWrap/>
            <w:vAlign w:val="center"/>
            <w:hideMark/>
          </w:tcPr>
          <w:p w14:paraId="7231B278" w14:textId="1C4206C0" w:rsidR="00687FDB" w:rsidRPr="009D4B1C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36333E85" w14:textId="77777777" w:rsidTr="00687FD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Align w:val="center"/>
            <w:hideMark/>
          </w:tcPr>
          <w:p w14:paraId="337133A3" w14:textId="2C350036" w:rsidR="00687FDB" w:rsidRPr="00E01D20" w:rsidRDefault="00687FDB" w:rsidP="00687FD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STĚNA – PROFILOVANÝ PLECH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min. </w:t>
            </w:r>
          </w:p>
        </w:tc>
        <w:tc>
          <w:tcPr>
            <w:tcW w:w="1777" w:type="dxa"/>
            <w:noWrap/>
            <w:vAlign w:val="center"/>
            <w:hideMark/>
          </w:tcPr>
          <w:p w14:paraId="18D6C404" w14:textId="2AFF3633" w:rsidR="00687FDB" w:rsidRPr="00E01D20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4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 xml:space="preserve"> mm</w:t>
            </w:r>
          </w:p>
        </w:tc>
        <w:tc>
          <w:tcPr>
            <w:tcW w:w="2920" w:type="dxa"/>
            <w:noWrap/>
            <w:vAlign w:val="center"/>
            <w:hideMark/>
          </w:tcPr>
          <w:p w14:paraId="022A9217" w14:textId="2C09AECC" w:rsidR="00687FDB" w:rsidRPr="009D4B1C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24087337" w14:textId="77777777" w:rsidTr="00687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Align w:val="center"/>
          </w:tcPr>
          <w:p w14:paraId="5908CF74" w14:textId="72037BC7" w:rsidR="00687FDB" w:rsidRDefault="00687FDB" w:rsidP="00687FD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STŘECHA – PROFILOVANÝ PLECH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min.</w:t>
            </w:r>
          </w:p>
        </w:tc>
        <w:tc>
          <w:tcPr>
            <w:tcW w:w="1777" w:type="dxa"/>
            <w:noWrap/>
            <w:vAlign w:val="center"/>
          </w:tcPr>
          <w:p w14:paraId="420B8CF3" w14:textId="110C667C" w:rsidR="00687FDB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4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 xml:space="preserve"> mm</w:t>
            </w:r>
          </w:p>
        </w:tc>
        <w:tc>
          <w:tcPr>
            <w:tcW w:w="2920" w:type="dxa"/>
            <w:noWrap/>
            <w:vAlign w:val="center"/>
          </w:tcPr>
          <w:p w14:paraId="502B3120" w14:textId="0A8380AF" w:rsidR="00687FDB" w:rsidRPr="009D4B1C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2712EF6D" w14:textId="77777777" w:rsidTr="00687FD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66F236B4" w14:textId="63332CF0" w:rsidR="00687FDB" w:rsidRPr="00E01D20" w:rsidRDefault="00687FDB" w:rsidP="00687FD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27441F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DVOUKŘÍDLÁ 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PLECHOVÁ </w:t>
            </w:r>
            <w:r w:rsidRPr="0027441F">
              <w:rPr>
                <w:rFonts w:ascii="Verdana" w:eastAsia="Times New Roman" w:hAnsi="Verdana" w:cs="Times New Roman"/>
                <w:bCs w:val="0"/>
                <w:lang w:eastAsia="cs-CZ"/>
              </w:rPr>
              <w:t>VRATA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S TĚSNĚNÍM</w:t>
            </w:r>
          </w:p>
        </w:tc>
        <w:tc>
          <w:tcPr>
            <w:tcW w:w="1777" w:type="dxa"/>
            <w:noWrap/>
            <w:vAlign w:val="center"/>
            <w:hideMark/>
          </w:tcPr>
          <w:p w14:paraId="752985AF" w14:textId="6554F9C8" w:rsidR="00687FDB" w:rsidRPr="00E01D20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54FA72CC" w14:textId="71EC725E" w:rsidR="00687FDB" w:rsidRPr="009D4B1C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26D29F22" w14:textId="77777777" w:rsidTr="00687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7EB2A993" w14:textId="64FE01C3" w:rsidR="00687FDB" w:rsidRPr="00E01D20" w:rsidRDefault="00687FDB" w:rsidP="00687FD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27441F">
              <w:rPr>
                <w:rFonts w:ascii="Verdana" w:eastAsia="Times New Roman" w:hAnsi="Verdana" w:cs="Times New Roman"/>
                <w:bCs w:val="0"/>
                <w:lang w:eastAsia="cs-CZ"/>
              </w:rPr>
              <w:t>ÚHEL OTEVÍRÁNÍ VRAT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>min.</w:t>
            </w:r>
          </w:p>
        </w:tc>
        <w:tc>
          <w:tcPr>
            <w:tcW w:w="1777" w:type="dxa"/>
            <w:noWrap/>
            <w:vAlign w:val="center"/>
          </w:tcPr>
          <w:p w14:paraId="272068B6" w14:textId="3AD52247" w:rsidR="00687FDB" w:rsidRPr="00E01D20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27441F">
              <w:rPr>
                <w:rFonts w:ascii="Verdana" w:eastAsia="Times New Roman" w:hAnsi="Verdana" w:cs="Times New Roman"/>
                <w:b/>
                <w:lang w:eastAsia="cs-CZ"/>
              </w:rPr>
              <w:t>2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6</w:t>
            </w:r>
            <w:r w:rsidRPr="0027441F">
              <w:rPr>
                <w:rFonts w:ascii="Verdana" w:eastAsia="Times New Roman" w:hAnsi="Verdana" w:cs="Times New Roman"/>
                <w:b/>
                <w:lang w:eastAsia="cs-CZ"/>
              </w:rPr>
              <w:t>0°</w:t>
            </w:r>
          </w:p>
        </w:tc>
        <w:tc>
          <w:tcPr>
            <w:tcW w:w="2920" w:type="dxa"/>
            <w:noWrap/>
            <w:vAlign w:val="center"/>
          </w:tcPr>
          <w:p w14:paraId="215DCEC8" w14:textId="16EC7437" w:rsidR="00687FDB" w:rsidRPr="009D4B1C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6847C88A" w14:textId="77777777" w:rsidTr="00687FD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1C77F0FB" w14:textId="27EDC37E" w:rsidR="00687FDB" w:rsidRPr="00E01D20" w:rsidRDefault="00687FDB" w:rsidP="00687FDB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D64F33">
              <w:rPr>
                <w:rFonts w:ascii="Verdana" w:eastAsia="Times New Roman" w:hAnsi="Verdana" w:cs="Times New Roman"/>
                <w:bCs w:val="0"/>
                <w:lang w:eastAsia="cs-CZ"/>
              </w:rPr>
              <w:t>UZAVÍRÁNÍ NA POZINKOVANÉ TYČE</w:t>
            </w:r>
          </w:p>
        </w:tc>
        <w:tc>
          <w:tcPr>
            <w:tcW w:w="1777" w:type="dxa"/>
            <w:noWrap/>
            <w:vAlign w:val="center"/>
            <w:hideMark/>
          </w:tcPr>
          <w:p w14:paraId="4064927E" w14:textId="495475D0" w:rsidR="00687FDB" w:rsidRPr="00E01D20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6D54C649" w14:textId="08332366" w:rsidR="00687FDB" w:rsidRPr="009D4B1C" w:rsidRDefault="00687FDB" w:rsidP="00687F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687FDB" w:rsidRPr="004D2143" w14:paraId="08ED2353" w14:textId="77777777" w:rsidTr="00687F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0274F467" w14:textId="7A8F1F11" w:rsidR="00687FDB" w:rsidRPr="00D64F33" w:rsidRDefault="00687FDB" w:rsidP="00687FDB">
            <w:pPr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ELEKTROINSTALACE – rozvaděč, min. 2 x světlo vnitřní, vypínač, zásuvka 240 V</w:t>
            </w:r>
          </w:p>
        </w:tc>
        <w:tc>
          <w:tcPr>
            <w:tcW w:w="1777" w:type="dxa"/>
            <w:noWrap/>
            <w:vAlign w:val="center"/>
          </w:tcPr>
          <w:p w14:paraId="5BD0CA90" w14:textId="55F2FA87" w:rsidR="00687FDB" w:rsidRPr="00E01D20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</w:tcPr>
          <w:p w14:paraId="73F7EA87" w14:textId="2CE1A31F" w:rsidR="00687FDB" w:rsidRPr="009D4B1C" w:rsidRDefault="00687FDB" w:rsidP="00687F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</w:tbl>
    <w:p w14:paraId="7F10409A" w14:textId="7F2AFA7A" w:rsidR="00B34153" w:rsidRDefault="00B34153" w:rsidP="00E01D20">
      <w:pPr>
        <w:jc w:val="both"/>
        <w:rPr>
          <w:b/>
        </w:rPr>
      </w:pPr>
    </w:p>
    <w:p w14:paraId="2622721A" w14:textId="77777777" w:rsidR="00AC4459" w:rsidRDefault="00AC4459" w:rsidP="00E01D20">
      <w:pPr>
        <w:jc w:val="both"/>
        <w:rPr>
          <w:b/>
        </w:rPr>
      </w:pPr>
    </w:p>
    <w:sectPr w:rsidR="00AC4459" w:rsidSect="009C48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98716" w14:textId="77777777" w:rsidR="00073643" w:rsidRDefault="00073643" w:rsidP="00962258">
      <w:pPr>
        <w:spacing w:after="0" w:line="240" w:lineRule="auto"/>
      </w:pPr>
      <w:r>
        <w:separator/>
      </w:r>
    </w:p>
  </w:endnote>
  <w:endnote w:type="continuationSeparator" w:id="0">
    <w:p w14:paraId="5857CB92" w14:textId="77777777" w:rsidR="00073643" w:rsidRDefault="000736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69B58" w14:textId="77777777" w:rsidR="00DF0DFC" w:rsidRDefault="00DF0D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5EEF164C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2C09A71B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BD6C4" w14:textId="77777777" w:rsidR="00073643" w:rsidRDefault="00073643" w:rsidP="00962258">
      <w:pPr>
        <w:spacing w:after="0" w:line="240" w:lineRule="auto"/>
      </w:pPr>
      <w:r>
        <w:separator/>
      </w:r>
    </w:p>
  </w:footnote>
  <w:footnote w:type="continuationSeparator" w:id="0">
    <w:p w14:paraId="389CBBA7" w14:textId="77777777" w:rsidR="00073643" w:rsidRDefault="000736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0F285" w14:textId="77777777" w:rsidR="00DF0DFC" w:rsidRDefault="00DF0D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2593AB31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6880587A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D1CA0D" w14:textId="178227BC" w:rsidR="007556D1" w:rsidRDefault="007556D1" w:rsidP="007556D1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Příloha č. 1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1C714102" w14:textId="6740FA42" w:rsidR="00D6071C" w:rsidRPr="002A6AEA" w:rsidRDefault="007556D1" w:rsidP="007556D1">
          <w:pPr>
            <w:pStyle w:val="Druhdokumentu"/>
            <w:rPr>
              <w:sz w:val="22"/>
              <w:szCs w:val="22"/>
            </w:rPr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573667859">
    <w:abstractNumId w:val="3"/>
  </w:num>
  <w:num w:numId="2" w16cid:durableId="173155502">
    <w:abstractNumId w:val="0"/>
  </w:num>
  <w:num w:numId="3" w16cid:durableId="846096591">
    <w:abstractNumId w:val="13"/>
  </w:num>
  <w:num w:numId="4" w16cid:durableId="1232235473">
    <w:abstractNumId w:val="5"/>
  </w:num>
  <w:num w:numId="5" w16cid:durableId="539439363">
    <w:abstractNumId w:val="10"/>
  </w:num>
  <w:num w:numId="6" w16cid:durableId="1613004766">
    <w:abstractNumId w:val="6"/>
  </w:num>
  <w:num w:numId="7" w16cid:durableId="2058427783">
    <w:abstractNumId w:val="8"/>
  </w:num>
  <w:num w:numId="8" w16cid:durableId="259458447">
    <w:abstractNumId w:val="4"/>
  </w:num>
  <w:num w:numId="9" w16cid:durableId="1392464352">
    <w:abstractNumId w:val="11"/>
  </w:num>
  <w:num w:numId="10" w16cid:durableId="370570799">
    <w:abstractNumId w:val="1"/>
  </w:num>
  <w:num w:numId="11" w16cid:durableId="1300304563">
    <w:abstractNumId w:val="2"/>
  </w:num>
  <w:num w:numId="12" w16cid:durableId="1045789825">
    <w:abstractNumId w:val="12"/>
  </w:num>
  <w:num w:numId="13" w16cid:durableId="1580559719">
    <w:abstractNumId w:val="9"/>
  </w:num>
  <w:num w:numId="14" w16cid:durableId="61730210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384"/>
    <w:rsid w:val="0001380D"/>
    <w:rsid w:val="00017526"/>
    <w:rsid w:val="00022A86"/>
    <w:rsid w:val="00047CB8"/>
    <w:rsid w:val="00054C42"/>
    <w:rsid w:val="000558AB"/>
    <w:rsid w:val="00057A13"/>
    <w:rsid w:val="00066207"/>
    <w:rsid w:val="0006713A"/>
    <w:rsid w:val="00072C1E"/>
    <w:rsid w:val="00073643"/>
    <w:rsid w:val="00081784"/>
    <w:rsid w:val="0008575D"/>
    <w:rsid w:val="000A290F"/>
    <w:rsid w:val="000A5CB7"/>
    <w:rsid w:val="000B4EB8"/>
    <w:rsid w:val="000C41F2"/>
    <w:rsid w:val="000D22C4"/>
    <w:rsid w:val="000D27D1"/>
    <w:rsid w:val="000D4437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91D04"/>
    <w:rsid w:val="001B1147"/>
    <w:rsid w:val="001B24E5"/>
    <w:rsid w:val="001B4E74"/>
    <w:rsid w:val="001C4D13"/>
    <w:rsid w:val="001D66BD"/>
    <w:rsid w:val="002017DA"/>
    <w:rsid w:val="00201F23"/>
    <w:rsid w:val="00207DF5"/>
    <w:rsid w:val="0024023A"/>
    <w:rsid w:val="00242B9F"/>
    <w:rsid w:val="00255DB8"/>
    <w:rsid w:val="00261A5B"/>
    <w:rsid w:val="00267E18"/>
    <w:rsid w:val="0027441F"/>
    <w:rsid w:val="00281E7A"/>
    <w:rsid w:val="00284AF3"/>
    <w:rsid w:val="00296DC2"/>
    <w:rsid w:val="002A6876"/>
    <w:rsid w:val="002A6AEA"/>
    <w:rsid w:val="002B3B99"/>
    <w:rsid w:val="002B5243"/>
    <w:rsid w:val="002C31BF"/>
    <w:rsid w:val="002D1E05"/>
    <w:rsid w:val="002E046A"/>
    <w:rsid w:val="002E0CD7"/>
    <w:rsid w:val="002E24E1"/>
    <w:rsid w:val="002E311E"/>
    <w:rsid w:val="002F52DB"/>
    <w:rsid w:val="002F5DA1"/>
    <w:rsid w:val="00306842"/>
    <w:rsid w:val="00315F75"/>
    <w:rsid w:val="00324295"/>
    <w:rsid w:val="00327EEF"/>
    <w:rsid w:val="00332701"/>
    <w:rsid w:val="003354B5"/>
    <w:rsid w:val="00340C28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A0CCA"/>
    <w:rsid w:val="003B0071"/>
    <w:rsid w:val="003B6755"/>
    <w:rsid w:val="003B6BBD"/>
    <w:rsid w:val="003B7733"/>
    <w:rsid w:val="003C180B"/>
    <w:rsid w:val="003D0BE2"/>
    <w:rsid w:val="003D134E"/>
    <w:rsid w:val="003E0DDA"/>
    <w:rsid w:val="003E4A4C"/>
    <w:rsid w:val="0040211C"/>
    <w:rsid w:val="00413E5D"/>
    <w:rsid w:val="004218D9"/>
    <w:rsid w:val="00450F07"/>
    <w:rsid w:val="004539D0"/>
    <w:rsid w:val="00453CD3"/>
    <w:rsid w:val="00460660"/>
    <w:rsid w:val="00486107"/>
    <w:rsid w:val="00491827"/>
    <w:rsid w:val="004A2927"/>
    <w:rsid w:val="004B0F3C"/>
    <w:rsid w:val="004B13E1"/>
    <w:rsid w:val="004B5CD0"/>
    <w:rsid w:val="004C2347"/>
    <w:rsid w:val="004C4399"/>
    <w:rsid w:val="004C6678"/>
    <w:rsid w:val="004C787C"/>
    <w:rsid w:val="004D061B"/>
    <w:rsid w:val="004D2143"/>
    <w:rsid w:val="004D7451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439F"/>
    <w:rsid w:val="00546B90"/>
    <w:rsid w:val="00553375"/>
    <w:rsid w:val="00560DC2"/>
    <w:rsid w:val="00562CC0"/>
    <w:rsid w:val="005702D6"/>
    <w:rsid w:val="005736B7"/>
    <w:rsid w:val="00575E5A"/>
    <w:rsid w:val="00582AFA"/>
    <w:rsid w:val="005866EC"/>
    <w:rsid w:val="0059674A"/>
    <w:rsid w:val="005A4944"/>
    <w:rsid w:val="005E24FC"/>
    <w:rsid w:val="005F13BD"/>
    <w:rsid w:val="006017FB"/>
    <w:rsid w:val="006030C5"/>
    <w:rsid w:val="00607F15"/>
    <w:rsid w:val="0061068E"/>
    <w:rsid w:val="00612482"/>
    <w:rsid w:val="00613A7F"/>
    <w:rsid w:val="00624873"/>
    <w:rsid w:val="00624945"/>
    <w:rsid w:val="00632045"/>
    <w:rsid w:val="00633799"/>
    <w:rsid w:val="00636285"/>
    <w:rsid w:val="006411CB"/>
    <w:rsid w:val="00642EC8"/>
    <w:rsid w:val="00651339"/>
    <w:rsid w:val="00660AD3"/>
    <w:rsid w:val="006626CF"/>
    <w:rsid w:val="00687FDB"/>
    <w:rsid w:val="0069668E"/>
    <w:rsid w:val="006A5570"/>
    <w:rsid w:val="006A689C"/>
    <w:rsid w:val="006B3D79"/>
    <w:rsid w:val="006B7886"/>
    <w:rsid w:val="006C04E1"/>
    <w:rsid w:val="006E0578"/>
    <w:rsid w:val="006E314D"/>
    <w:rsid w:val="006F1A41"/>
    <w:rsid w:val="00710723"/>
    <w:rsid w:val="0071113A"/>
    <w:rsid w:val="00714E47"/>
    <w:rsid w:val="00720768"/>
    <w:rsid w:val="00723ED1"/>
    <w:rsid w:val="00724F3A"/>
    <w:rsid w:val="00742F51"/>
    <w:rsid w:val="00743525"/>
    <w:rsid w:val="007530A7"/>
    <w:rsid w:val="007556D1"/>
    <w:rsid w:val="00756436"/>
    <w:rsid w:val="0076286B"/>
    <w:rsid w:val="00766846"/>
    <w:rsid w:val="00774C7F"/>
    <w:rsid w:val="0077673A"/>
    <w:rsid w:val="007846E1"/>
    <w:rsid w:val="007853DE"/>
    <w:rsid w:val="007A4A7E"/>
    <w:rsid w:val="007A59D0"/>
    <w:rsid w:val="007B570C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5FEE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2F76"/>
    <w:rsid w:val="00856E91"/>
    <w:rsid w:val="00857257"/>
    <w:rsid w:val="008622B8"/>
    <w:rsid w:val="0086615B"/>
    <w:rsid w:val="00873F17"/>
    <w:rsid w:val="008740BD"/>
    <w:rsid w:val="00883E4D"/>
    <w:rsid w:val="00891E7D"/>
    <w:rsid w:val="00894C02"/>
    <w:rsid w:val="00895BBB"/>
    <w:rsid w:val="008A3568"/>
    <w:rsid w:val="008B2F4C"/>
    <w:rsid w:val="008D03B9"/>
    <w:rsid w:val="008D6C6A"/>
    <w:rsid w:val="008F18D6"/>
    <w:rsid w:val="008F5B7A"/>
    <w:rsid w:val="00904780"/>
    <w:rsid w:val="00915398"/>
    <w:rsid w:val="00922385"/>
    <w:rsid w:val="009223DF"/>
    <w:rsid w:val="00936091"/>
    <w:rsid w:val="00940D8A"/>
    <w:rsid w:val="00940EA6"/>
    <w:rsid w:val="00946AE9"/>
    <w:rsid w:val="00946F6C"/>
    <w:rsid w:val="00947617"/>
    <w:rsid w:val="00960584"/>
    <w:rsid w:val="00962258"/>
    <w:rsid w:val="009678B7"/>
    <w:rsid w:val="009703FE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05EDD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3C81"/>
    <w:rsid w:val="00A753ED"/>
    <w:rsid w:val="00A94C2F"/>
    <w:rsid w:val="00A96A59"/>
    <w:rsid w:val="00AA4CBB"/>
    <w:rsid w:val="00AA65FA"/>
    <w:rsid w:val="00AA7351"/>
    <w:rsid w:val="00AC4459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C4C8F"/>
    <w:rsid w:val="00BD230A"/>
    <w:rsid w:val="00BD7E91"/>
    <w:rsid w:val="00BD7F0D"/>
    <w:rsid w:val="00BF4756"/>
    <w:rsid w:val="00C02D0A"/>
    <w:rsid w:val="00C03A6E"/>
    <w:rsid w:val="00C30C0F"/>
    <w:rsid w:val="00C3606B"/>
    <w:rsid w:val="00C40EB8"/>
    <w:rsid w:val="00C420CA"/>
    <w:rsid w:val="00C43F3C"/>
    <w:rsid w:val="00C4474E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64F33"/>
    <w:rsid w:val="00D65F3B"/>
    <w:rsid w:val="00D70D53"/>
    <w:rsid w:val="00D775C0"/>
    <w:rsid w:val="00D831A3"/>
    <w:rsid w:val="00D943CD"/>
    <w:rsid w:val="00D96037"/>
    <w:rsid w:val="00DA2D31"/>
    <w:rsid w:val="00DA3711"/>
    <w:rsid w:val="00DC6469"/>
    <w:rsid w:val="00DD1211"/>
    <w:rsid w:val="00DD28CC"/>
    <w:rsid w:val="00DD46F3"/>
    <w:rsid w:val="00DE56F2"/>
    <w:rsid w:val="00DE5C89"/>
    <w:rsid w:val="00DE68D5"/>
    <w:rsid w:val="00DF0DFC"/>
    <w:rsid w:val="00DF116D"/>
    <w:rsid w:val="00DF1887"/>
    <w:rsid w:val="00E01D20"/>
    <w:rsid w:val="00E03B54"/>
    <w:rsid w:val="00E1013A"/>
    <w:rsid w:val="00E1528E"/>
    <w:rsid w:val="00E218B5"/>
    <w:rsid w:val="00E233E7"/>
    <w:rsid w:val="00E50D63"/>
    <w:rsid w:val="00E762E9"/>
    <w:rsid w:val="00E90733"/>
    <w:rsid w:val="00EB104F"/>
    <w:rsid w:val="00EB2B45"/>
    <w:rsid w:val="00EC114B"/>
    <w:rsid w:val="00EC229A"/>
    <w:rsid w:val="00ED14BD"/>
    <w:rsid w:val="00ED314E"/>
    <w:rsid w:val="00EE01AB"/>
    <w:rsid w:val="00EE6572"/>
    <w:rsid w:val="00EF158D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5607"/>
    <w:rsid w:val="00F51CA5"/>
    <w:rsid w:val="00F53137"/>
    <w:rsid w:val="00F53ABD"/>
    <w:rsid w:val="00F5540F"/>
    <w:rsid w:val="00F659EB"/>
    <w:rsid w:val="00F74398"/>
    <w:rsid w:val="00F75830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D6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49FF599-64BB-46E8-9027-1C4A19108C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5</TotalTime>
  <Pages>2</Pages>
  <Words>333</Words>
  <Characters>1966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Kneifel Jiří</dc:creator>
  <cp:lastModifiedBy>OVZ</cp:lastModifiedBy>
  <cp:revision>7</cp:revision>
  <cp:lastPrinted>2021-04-30T10:23:00Z</cp:lastPrinted>
  <dcterms:created xsi:type="dcterms:W3CDTF">2025-08-05T09:31:00Z</dcterms:created>
  <dcterms:modified xsi:type="dcterms:W3CDTF">2025-08-08T05:15:00Z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